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52052" w14:textId="77777777" w:rsidR="00903921" w:rsidRPr="00B64DD5" w:rsidRDefault="00903921" w:rsidP="00BE57EA">
      <w:pPr>
        <w:pStyle w:val="Kop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B5A3DC" w14:textId="64B7CAE2" w:rsidR="0022369B" w:rsidRPr="005F19EA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</w:t>
      </w:r>
      <w:r w:rsidR="00075D17">
        <w:t>zone</w:t>
      </w:r>
      <w:r w:rsidRPr="002A1799">
        <w:t xml:space="preserve"> van het lichaam</w:t>
      </w:r>
      <w:r w:rsidR="008F24FA">
        <w:t>, d</w:t>
      </w:r>
      <w:r w:rsidR="00C8481E">
        <w:t>ie</w:t>
      </w:r>
      <w:r w:rsidR="008F24FA">
        <w:t xml:space="preserve"> voldoet aan de eisen van Belgaqua</w:t>
      </w:r>
      <w:r w:rsidR="00C8481E">
        <w:t xml:space="preserve">, aan de </w:t>
      </w:r>
      <w:r w:rsidR="006F57F5">
        <w:t>norm</w:t>
      </w:r>
      <w:r w:rsidR="00C8481E">
        <w:t>en</w:t>
      </w:r>
      <w:r w:rsidR="006F57F5">
        <w:t xml:space="preserve"> NBN EN 1717</w:t>
      </w:r>
      <w:r w:rsidR="0068145F">
        <w:t xml:space="preserve"> </w:t>
      </w:r>
      <w:r w:rsidR="00C8481E">
        <w:t xml:space="preserve">en </w:t>
      </w:r>
      <w:r w:rsidR="0068145F">
        <w:t>NBN EN 13077</w:t>
      </w:r>
      <w:r w:rsidR="00C8481E">
        <w:t>,</w:t>
      </w:r>
      <w:r w:rsidR="008F24FA">
        <w:t xml:space="preserve"> en </w:t>
      </w:r>
      <w:r w:rsidR="00C8481E">
        <w:t xml:space="preserve">die </w:t>
      </w:r>
      <w:r w:rsidR="008F24FA">
        <w:t>een CE-markering heeft</w:t>
      </w:r>
    </w:p>
    <w:p w14:paraId="085BFFFF" w14:textId="55AFB2C8" w:rsidR="005F19EA" w:rsidRPr="005F38EA" w:rsidRDefault="005F19EA" w:rsidP="00B86FCC">
      <w:pPr>
        <w:pStyle w:val="Bulleted1"/>
        <w:rPr>
          <w:rFonts w:ascii="Arial" w:hAnsi="Arial"/>
        </w:rPr>
      </w:pPr>
      <w:r>
        <w:t>wc-pot zonder spoelrand</w:t>
      </w:r>
      <w:r w:rsidR="004B4D90">
        <w:t>:</w:t>
      </w:r>
      <w:r>
        <w:t xml:space="preserve"> </w:t>
      </w:r>
      <w:r w:rsidR="004B4D90">
        <w:t xml:space="preserve">doordat </w:t>
      </w:r>
      <w:r>
        <w:t>het spoelwater</w:t>
      </w:r>
      <w:r w:rsidR="004B4D90">
        <w:t xml:space="preserve"> </w:t>
      </w:r>
      <w:r>
        <w:t>een draaiende beweging</w:t>
      </w:r>
      <w:r w:rsidR="004B4D90">
        <w:t xml:space="preserve"> maakt</w:t>
      </w:r>
      <w:r>
        <w:t xml:space="preserve"> in</w:t>
      </w:r>
      <w:r w:rsidR="004B4D90">
        <w:t xml:space="preserve"> de</w:t>
      </w:r>
      <w:r>
        <w:t xml:space="preserve"> wc-pot</w:t>
      </w:r>
      <w:r w:rsidR="004B4D90">
        <w:t>, is de spoeling</w:t>
      </w:r>
      <w:r>
        <w:t xml:space="preserve"> akoestisch geoptimaliseerd en hygiënisch</w:t>
      </w:r>
      <w:r w:rsidR="00DC42AA">
        <w:t>.  De toe</w:t>
      </w:r>
      <w:r w:rsidR="00E13762">
        <w:t xml:space="preserve">gepaste TurboFlush spoeltechnologie is hydraulisch geoptimaliseerd </w:t>
      </w:r>
      <w:r w:rsidR="0060316C">
        <w:t>door gebruik van kunststof spoelverdeler</w:t>
      </w:r>
    </w:p>
    <w:p w14:paraId="4C78A1A4" w14:textId="60DCB4FD" w:rsidR="005F38EA" w:rsidRPr="008F24FA" w:rsidRDefault="005F38EA" w:rsidP="00B86FCC">
      <w:pPr>
        <w:pStyle w:val="Bulleted1"/>
        <w:rPr>
          <w:rFonts w:ascii="Arial" w:hAnsi="Arial"/>
        </w:rPr>
      </w:pPr>
      <w:r>
        <w:t>de witte zitting heeft achter het deksel een wit sierplaatje dat toegang</w:t>
      </w:r>
    </w:p>
    <w:p w14:paraId="4ADDFFC5" w14:textId="77777777" w:rsidR="00297424" w:rsidRPr="00B64DD5" w:rsidRDefault="00297424" w:rsidP="00297424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1AA17AF" w14:textId="03B6E77F" w:rsidR="00B86FCC" w:rsidRDefault="00B86FCC" w:rsidP="00B86FCC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FCF8D" w14:textId="2539FF57" w:rsidR="000314CF" w:rsidRPr="000314CF" w:rsidRDefault="00FF4491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Glasporselein met een maximaal waterabsorptievermogen van 0.5%</w:t>
      </w:r>
    </w:p>
    <w:p w14:paraId="355B7CBA" w14:textId="6769ADDC" w:rsidR="00F97930" w:rsidRDefault="00F61D5F" w:rsidP="00F97930">
      <w:pPr>
        <w:pStyle w:val="Bulleted1"/>
        <w:rPr>
          <w:rFonts w:ascii="Arial" w:hAnsi="Arial"/>
        </w:rPr>
      </w:pPr>
      <w:r>
        <w:t xml:space="preserve">keramische </w:t>
      </w:r>
      <w:r w:rsidR="008F24FA" w:rsidRPr="002A1799">
        <w:t>diepspoel-wc-pot met vuilafstotend keramisch oppervlak</w:t>
      </w:r>
    </w:p>
    <w:p w14:paraId="11CCB17B" w14:textId="1654B8CD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61D5F">
        <w:rPr>
          <w:rFonts w:ascii="Arial" w:hAnsi="Arial"/>
        </w:rPr>
        <w:t>zitting is</w:t>
      </w:r>
      <w:r>
        <w:rPr>
          <w:rFonts w:ascii="Arial" w:hAnsi="Arial"/>
        </w:rPr>
        <w:t xml:space="preserve"> van </w:t>
      </w:r>
      <w:r w:rsidR="00F62DC6">
        <w:rPr>
          <w:rFonts w:ascii="Arial" w:hAnsi="Arial"/>
        </w:rPr>
        <w:t>kunststof</w:t>
      </w:r>
    </w:p>
    <w:p w14:paraId="74C18137" w14:textId="77777777" w:rsidR="00945AE1" w:rsidRPr="00981C24" w:rsidRDefault="00945AE1" w:rsidP="00945AE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E870A66" w14:textId="77777777" w:rsidR="006F57F5" w:rsidRPr="002A1799" w:rsidRDefault="006F57F5" w:rsidP="006F57F5">
      <w:pPr>
        <w:pStyle w:val="Bulleted1"/>
      </w:pPr>
      <w:bookmarkStart w:id="2" w:name="_Hlk39050768"/>
      <w:r w:rsidRPr="002A1799">
        <w:t>de aanwezigheidssensor detecteert de gebruiker</w:t>
      </w:r>
    </w:p>
    <w:p w14:paraId="5DA6C8CA" w14:textId="77777777" w:rsidR="006F57F5" w:rsidRPr="002A1799" w:rsidRDefault="006F57F5" w:rsidP="006F57F5">
      <w:pPr>
        <w:pStyle w:val="Bulleted1"/>
      </w:pPr>
      <w:r w:rsidRPr="002A1799">
        <w:t xml:space="preserve">de douchearm wordt voor </w:t>
      </w:r>
      <w:r w:rsidR="00901970">
        <w:t>elk</w:t>
      </w:r>
      <w:r w:rsidRPr="002A1799">
        <w:t xml:space="preserve"> gebruik met water gespoeld</w:t>
      </w:r>
    </w:p>
    <w:p w14:paraId="6271D023" w14:textId="77777777" w:rsidR="006F57F5" w:rsidRPr="002A1799" w:rsidRDefault="006F57F5" w:rsidP="006F57F5">
      <w:pPr>
        <w:pStyle w:val="Bulleted1"/>
      </w:pPr>
      <w:r w:rsidRPr="002A1799">
        <w:t>de douchearm reinigt met water op lichaamstemperatuur</w:t>
      </w:r>
    </w:p>
    <w:p w14:paraId="434AB7FD" w14:textId="77777777" w:rsidR="006F57F5" w:rsidRPr="002A1799" w:rsidRDefault="006F57F5" w:rsidP="006F57F5">
      <w:pPr>
        <w:pStyle w:val="Bulleted1"/>
      </w:pPr>
      <w:r w:rsidRPr="002A1799">
        <w:t xml:space="preserve">de douchearm wordt na </w:t>
      </w:r>
      <w:r w:rsidR="00901970">
        <w:t xml:space="preserve">elk </w:t>
      </w:r>
      <w:r w:rsidRPr="002A1799">
        <w:t>gebruik met water gespoeld</w:t>
      </w:r>
      <w:bookmarkEnd w:id="2"/>
    </w:p>
    <w:p w14:paraId="2481469E" w14:textId="52F1E13D"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6F57F5">
        <w:rPr>
          <w:rFonts w:ascii="Arial" w:hAnsi="Arial"/>
        </w:rPr>
        <w:t>productie</w:t>
      </w:r>
      <w:r>
        <w:rPr>
          <w:rFonts w:ascii="Arial" w:hAnsi="Arial"/>
        </w:rPr>
        <w:t xml:space="preserve"> van warm water</w:t>
      </w:r>
      <w:r w:rsidRPr="006F57F5">
        <w:rPr>
          <w:rFonts w:ascii="Arial" w:hAnsi="Arial"/>
        </w:rPr>
        <w:t xml:space="preserve"> via </w:t>
      </w:r>
      <w:r w:rsidR="00477F53">
        <w:rPr>
          <w:rFonts w:ascii="Arial" w:hAnsi="Arial"/>
        </w:rPr>
        <w:t xml:space="preserve">geïntegreerde </w:t>
      </w:r>
      <w:r w:rsidR="00ED4058">
        <w:rPr>
          <w:rFonts w:ascii="Arial" w:hAnsi="Arial"/>
        </w:rPr>
        <w:t>boiler (activatie na gebruikersdetectie)</w:t>
      </w:r>
    </w:p>
    <w:p w14:paraId="36C40025" w14:textId="5D04FFDB" w:rsidR="006F57F5" w:rsidRPr="00FF4491" w:rsidRDefault="006F57F5" w:rsidP="00FF4491">
      <w:pPr>
        <w:pStyle w:val="Bulleted1"/>
        <w:rPr>
          <w:rFonts w:ascii="Arial" w:hAnsi="Arial"/>
        </w:rPr>
      </w:pPr>
      <w:r>
        <w:rPr>
          <w:rFonts w:ascii="Arial" w:hAnsi="Arial"/>
        </w:rPr>
        <w:t>voor het water de a</w:t>
      </w:r>
      <w:r w:rsidRPr="006F57F5">
        <w:rPr>
          <w:rFonts w:ascii="Arial" w:hAnsi="Arial"/>
        </w:rPr>
        <w:t>nale douche</w:t>
      </w:r>
      <w:r>
        <w:rPr>
          <w:rFonts w:ascii="Arial" w:hAnsi="Arial"/>
        </w:rPr>
        <w:t xml:space="preserve"> </w:t>
      </w:r>
      <w:r w:rsidR="008929AC">
        <w:rPr>
          <w:rFonts w:ascii="Arial" w:hAnsi="Arial"/>
        </w:rPr>
        <w:t xml:space="preserve">verlaat, </w:t>
      </w:r>
      <w:r>
        <w:rPr>
          <w:rFonts w:ascii="Arial" w:hAnsi="Arial"/>
        </w:rPr>
        <w:t xml:space="preserve">wordt het in een bol geïnjecteerd en vermengd met lucht, </w:t>
      </w:r>
      <w:r w:rsidR="00F62A80">
        <w:rPr>
          <w:rFonts w:ascii="Arial" w:hAnsi="Arial"/>
        </w:rPr>
        <w:t>waardoor</w:t>
      </w:r>
      <w:r w:rsidRPr="006F57F5">
        <w:rPr>
          <w:rFonts w:ascii="Arial" w:hAnsi="Arial"/>
        </w:rPr>
        <w:t xml:space="preserve"> </w:t>
      </w:r>
      <w:r>
        <w:rPr>
          <w:rFonts w:ascii="Arial" w:hAnsi="Arial"/>
        </w:rPr>
        <w:t>een draaiende beweging</w:t>
      </w:r>
      <w:r w:rsidR="00C87C4F">
        <w:rPr>
          <w:rFonts w:ascii="Arial" w:hAnsi="Arial"/>
        </w:rPr>
        <w:t xml:space="preserve"> </w:t>
      </w:r>
      <w:r w:rsidR="00F62A80">
        <w:rPr>
          <w:rFonts w:ascii="Arial" w:hAnsi="Arial"/>
        </w:rPr>
        <w:t xml:space="preserve">ontstaat </w:t>
      </w:r>
      <w:r w:rsidR="00C87C4F">
        <w:rPr>
          <w:rFonts w:ascii="Arial" w:hAnsi="Arial"/>
        </w:rPr>
        <w:t xml:space="preserve">en </w:t>
      </w:r>
      <w:r w:rsidR="00DC38AE">
        <w:rPr>
          <w:rFonts w:ascii="Arial" w:hAnsi="Arial"/>
        </w:rPr>
        <w:t xml:space="preserve">een zachtere </w:t>
      </w:r>
      <w:r w:rsidR="00C87C4F">
        <w:rPr>
          <w:rFonts w:ascii="Arial" w:hAnsi="Arial"/>
        </w:rPr>
        <w:t xml:space="preserve">straal </w:t>
      </w:r>
      <w:r w:rsidR="00F62A80">
        <w:rPr>
          <w:rFonts w:ascii="Arial" w:hAnsi="Arial"/>
        </w:rPr>
        <w:t xml:space="preserve">wordt </w:t>
      </w:r>
      <w:r w:rsidR="00DC38AE">
        <w:rPr>
          <w:rFonts w:ascii="Arial" w:hAnsi="Arial"/>
        </w:rPr>
        <w:t>verk</w:t>
      </w:r>
      <w:r w:rsidR="00A92730">
        <w:rPr>
          <w:rFonts w:ascii="Arial" w:hAnsi="Arial"/>
        </w:rPr>
        <w:t>r</w:t>
      </w:r>
      <w:r w:rsidR="00F62A80">
        <w:rPr>
          <w:rFonts w:ascii="Arial" w:hAnsi="Arial"/>
        </w:rPr>
        <w:t>e</w:t>
      </w:r>
      <w:r w:rsidR="00DC38AE">
        <w:rPr>
          <w:rFonts w:ascii="Arial" w:hAnsi="Arial"/>
        </w:rPr>
        <w:t>gen</w:t>
      </w:r>
    </w:p>
    <w:p w14:paraId="18465AA5" w14:textId="13460A63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t</w:t>
      </w:r>
      <w:r w:rsidR="006F57F5" w:rsidRPr="006F57F5">
        <w:rPr>
          <w:rFonts w:ascii="Arial" w:hAnsi="Arial"/>
        </w:rPr>
        <w:t>emperatuur van douchewater instelbaar</w:t>
      </w:r>
      <w:r w:rsidR="00477F53">
        <w:rPr>
          <w:rFonts w:ascii="Arial" w:hAnsi="Arial"/>
        </w:rPr>
        <w:t xml:space="preserve"> (via Home app)</w:t>
      </w:r>
    </w:p>
    <w:p w14:paraId="5E101F31" w14:textId="683EDB72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ouchestraalsterkte instelbaar in vijf standen</w:t>
      </w:r>
      <w:r w:rsidR="002F3B63">
        <w:rPr>
          <w:rFonts w:ascii="Arial" w:hAnsi="Arial"/>
        </w:rPr>
        <w:t xml:space="preserve"> (va afstandsbediening)</w:t>
      </w:r>
    </w:p>
    <w:p w14:paraId="2B897DEF" w14:textId="199D14FB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ouchearm positioneerbaar in vijf standen</w:t>
      </w:r>
      <w:r w:rsidR="00FF4491">
        <w:rPr>
          <w:rFonts w:ascii="Arial" w:hAnsi="Arial"/>
        </w:rPr>
        <w:t xml:space="preserve"> (via </w:t>
      </w:r>
      <w:r w:rsidR="002F3B63">
        <w:rPr>
          <w:rFonts w:ascii="Arial" w:hAnsi="Arial"/>
        </w:rPr>
        <w:t>Home app)</w:t>
      </w:r>
    </w:p>
    <w:p w14:paraId="54B0F936" w14:textId="77777777" w:rsidR="006F57F5" w:rsidRPr="00C87C4F" w:rsidRDefault="00C87C4F" w:rsidP="00FA588D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o</w:t>
      </w:r>
      <w:r w:rsidR="006F57F5" w:rsidRPr="00C87C4F">
        <w:rPr>
          <w:rFonts w:ascii="Arial" w:hAnsi="Arial"/>
        </w:rPr>
        <w:t>scillerende douche (automatisch vooruit en achteruit bewegen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van de douchearm)</w:t>
      </w:r>
      <w:r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instelbaar</w:t>
      </w:r>
    </w:p>
    <w:p w14:paraId="24558015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ntkalkingsprogramma</w:t>
      </w:r>
    </w:p>
    <w:p w14:paraId="7F1F7BF1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6F57F5" w:rsidRPr="006F57F5">
        <w:rPr>
          <w:rFonts w:ascii="Arial" w:hAnsi="Arial"/>
        </w:rPr>
        <w:t>ebruikersdetectie</w:t>
      </w:r>
    </w:p>
    <w:p w14:paraId="75E2D657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c-zittingsring en wc-deksel met SoftClosing</w:t>
      </w:r>
    </w:p>
    <w:p w14:paraId="37166716" w14:textId="1C08BA5D" w:rsidR="006F57F5" w:rsidRPr="00AE4DA0" w:rsidRDefault="00C87C4F" w:rsidP="00AE4DA0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c-deksel met SoftOpening</w:t>
      </w:r>
    </w:p>
    <w:p w14:paraId="77EDF247" w14:textId="624A1551" w:rsidR="006F57F5" w:rsidRPr="00AE4DA0" w:rsidRDefault="006F57F5" w:rsidP="00AE4DA0">
      <w:pPr>
        <w:pStyle w:val="Bulleted1"/>
        <w:rPr>
          <w:rFonts w:ascii="Arial" w:hAnsi="Arial"/>
        </w:rPr>
      </w:pPr>
      <w:r w:rsidRPr="006F57F5">
        <w:rPr>
          <w:rFonts w:ascii="Arial" w:hAnsi="Arial"/>
        </w:rPr>
        <w:t>instellingen</w:t>
      </w:r>
      <w:r w:rsidR="00C87C4F">
        <w:rPr>
          <w:rFonts w:ascii="Arial" w:hAnsi="Arial"/>
        </w:rPr>
        <w:t xml:space="preserve"> aanpasbaar</w:t>
      </w:r>
      <w:r w:rsidRPr="006F57F5">
        <w:rPr>
          <w:rFonts w:ascii="Arial" w:hAnsi="Arial"/>
        </w:rPr>
        <w:t xml:space="preserve"> met afstandsbediening</w:t>
      </w:r>
      <w:r w:rsidR="00C87C4F">
        <w:rPr>
          <w:rFonts w:ascii="Arial" w:hAnsi="Arial"/>
        </w:rPr>
        <w:t xml:space="preserve"> of met een App</w:t>
      </w:r>
      <w:r w:rsidR="00E37BFE">
        <w:rPr>
          <w:rFonts w:ascii="Arial" w:hAnsi="Arial"/>
        </w:rPr>
        <w:t xml:space="preserve"> van dezelfde fabrikant</w:t>
      </w:r>
    </w:p>
    <w:p w14:paraId="7E747D82" w14:textId="77777777" w:rsidR="006F57F5" w:rsidRPr="00C87C4F" w:rsidRDefault="00C87C4F" w:rsidP="00DA0ABA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aan de watertoevoer links aan de zijkant, verdoken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achter keramische wc-pot</w:t>
      </w:r>
    </w:p>
    <w:p w14:paraId="55FFDDD6" w14:textId="77777777" w:rsidR="006F57F5" w:rsidRPr="00C87C4F" w:rsidRDefault="00C87C4F" w:rsidP="00D471F5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(stekker met een 3-adrige soepele kabel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beschermmantel) aan het electriciteitsnet, aan de rechterzijde,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verdoken achter de wc-pot</w:t>
      </w:r>
    </w:p>
    <w:p w14:paraId="53EE2D16" w14:textId="77777777" w:rsidR="006F57F5" w:rsidRPr="00C87C4F" w:rsidRDefault="00C87C4F" w:rsidP="00A635B6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e</w:t>
      </w:r>
      <w:r w:rsidR="006F57F5" w:rsidRPr="00C87C4F">
        <w:rPr>
          <w:rFonts w:ascii="Arial" w:hAnsi="Arial"/>
        </w:rPr>
        <w:t>xterne aansluiting aan de watertoevoer, links aan de zijkant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toebehoren mogelijk</w:t>
      </w:r>
    </w:p>
    <w:p w14:paraId="734496BB" w14:textId="13D5A5C9" w:rsid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e</w:t>
      </w:r>
      <w:r w:rsidR="006F57F5" w:rsidRPr="006F57F5">
        <w:rPr>
          <w:rFonts w:ascii="Arial" w:hAnsi="Arial"/>
        </w:rPr>
        <w:t>xterne aansluiting aan het elektriciteitsnet, aan de rechterzijde,</w:t>
      </w:r>
      <w:r>
        <w:rPr>
          <w:rFonts w:ascii="Arial" w:hAnsi="Arial"/>
        </w:rPr>
        <w:t xml:space="preserve"> </w:t>
      </w:r>
      <w:r w:rsidRPr="006F57F5">
        <w:rPr>
          <w:rFonts w:ascii="Arial" w:hAnsi="Arial"/>
        </w:rPr>
        <w:t>met stopcontact mogelijk</w:t>
      </w:r>
    </w:p>
    <w:p w14:paraId="0645D542" w14:textId="77777777" w:rsidR="00AE4DA0" w:rsidRPr="006F57F5" w:rsidRDefault="00AE4DA0" w:rsidP="00ED4058">
      <w:pPr>
        <w:pStyle w:val="Bulleted1"/>
        <w:numPr>
          <w:ilvl w:val="0"/>
          <w:numId w:val="0"/>
        </w:numPr>
        <w:ind w:left="397"/>
        <w:rPr>
          <w:rFonts w:ascii="Arial" w:hAnsi="Arial"/>
        </w:rPr>
      </w:pPr>
    </w:p>
    <w:bookmarkEnd w:id="1"/>
    <w:p w14:paraId="295779CC" w14:textId="77777777" w:rsidR="003A5000" w:rsidRPr="00981C24" w:rsidRDefault="00CA2995" w:rsidP="003A500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1065A0A" w14:textId="77777777" w:rsidTr="00A2047D">
        <w:tc>
          <w:tcPr>
            <w:tcW w:w="1163" w:type="dxa"/>
          </w:tcPr>
          <w:p w14:paraId="1BE8565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B43EE50" w14:textId="77777777" w:rsidR="0020639C" w:rsidRPr="00735DE7" w:rsidRDefault="00C87C4F" w:rsidP="00157D48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14:paraId="381A5632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65697B8D" w14:textId="77777777"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14:paraId="1AB5C3B1" w14:textId="77777777" w:rsidR="0020639C" w:rsidRPr="00735DE7" w:rsidRDefault="0020639C" w:rsidP="00157D48"/>
        </w:tc>
        <w:tc>
          <w:tcPr>
            <w:tcW w:w="6713" w:type="dxa"/>
          </w:tcPr>
          <w:p w14:paraId="4A210D4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B8EF7" w14:textId="77777777" w:rsidTr="00A2047D">
        <w:tc>
          <w:tcPr>
            <w:tcW w:w="1163" w:type="dxa"/>
          </w:tcPr>
          <w:p w14:paraId="1BB93343" w14:textId="77777777"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2AF04E1C" w14:textId="77777777"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D41741">
              <w:rPr>
                <w:rFonts w:ascii="Arial" w:hAnsi="Arial"/>
              </w:rPr>
              <w:t>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FF1478F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46532C6A" w14:textId="77777777" w:rsidR="0020639C" w:rsidRPr="00C26C00" w:rsidRDefault="00C87C4F" w:rsidP="00157D48">
            <w:r>
              <w:t>5</w:t>
            </w:r>
          </w:p>
        </w:tc>
        <w:tc>
          <w:tcPr>
            <w:tcW w:w="142" w:type="dxa"/>
          </w:tcPr>
          <w:p w14:paraId="7FDBB4D2" w14:textId="77777777" w:rsidR="0020639C" w:rsidRPr="00C26C00" w:rsidRDefault="0020639C" w:rsidP="00157D48"/>
        </w:tc>
        <w:tc>
          <w:tcPr>
            <w:tcW w:w="6713" w:type="dxa"/>
          </w:tcPr>
          <w:p w14:paraId="2AB4E615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14:paraId="7FD883AD" w14:textId="77777777" w:rsidR="00283DAD" w:rsidRPr="00981C24" w:rsidRDefault="00283DAD" w:rsidP="00283DA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14:paraId="07BE5187" w14:textId="77777777" w:rsidTr="005F38EA">
        <w:trPr>
          <w:trHeight w:val="80"/>
        </w:trPr>
        <w:tc>
          <w:tcPr>
            <w:tcW w:w="3685" w:type="dxa"/>
          </w:tcPr>
          <w:p w14:paraId="30407E0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530C2D1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AAE9CB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14:paraId="59A9BBC7" w14:textId="77777777" w:rsidTr="005F38EA">
        <w:tc>
          <w:tcPr>
            <w:tcW w:w="3685" w:type="dxa"/>
          </w:tcPr>
          <w:p w14:paraId="2B4A5AF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5E91AFE4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1615B41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14:paraId="5B59FFDA" w14:textId="77777777" w:rsidTr="005F38EA">
        <w:tc>
          <w:tcPr>
            <w:tcW w:w="3685" w:type="dxa"/>
          </w:tcPr>
          <w:p w14:paraId="5F95A5B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0B0286CB" w14:textId="77777777" w:rsidR="005F38EA" w:rsidRPr="002A1799" w:rsidRDefault="005F38EA" w:rsidP="005F38EA"/>
        </w:tc>
        <w:tc>
          <w:tcPr>
            <w:tcW w:w="4961" w:type="dxa"/>
          </w:tcPr>
          <w:p w14:paraId="7AF9C726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14:paraId="3A03F38E" w14:textId="77777777" w:rsidTr="005F38EA">
        <w:tc>
          <w:tcPr>
            <w:tcW w:w="3685" w:type="dxa"/>
          </w:tcPr>
          <w:p w14:paraId="26B9429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2C3B4529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78D90E3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14:paraId="7240FC53" w14:textId="77777777" w:rsidTr="005F38EA">
        <w:tc>
          <w:tcPr>
            <w:tcW w:w="3685" w:type="dxa"/>
          </w:tcPr>
          <w:p w14:paraId="44A36DD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CB8E5F5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6C5ACB95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5F38EA" w:rsidRPr="002A1799" w14:paraId="1EC06DDB" w14:textId="77777777" w:rsidTr="005F38EA">
        <w:tc>
          <w:tcPr>
            <w:tcW w:w="3685" w:type="dxa"/>
          </w:tcPr>
          <w:p w14:paraId="421CFD4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14:paraId="6D2C7F40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5F1AB5E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14:paraId="05C37FD8" w14:textId="77777777" w:rsidTr="005F38EA">
        <w:tc>
          <w:tcPr>
            <w:tcW w:w="3685" w:type="dxa"/>
          </w:tcPr>
          <w:p w14:paraId="57431A5D" w14:textId="021EA29D" w:rsidR="005F38EA" w:rsidRPr="005F38EA" w:rsidRDefault="00B74360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Stromingsdruk</w:t>
            </w:r>
            <w:r w:rsidR="00DD3DBF">
              <w:rPr>
                <w:rFonts w:ascii="Arial" w:hAnsi="Arial"/>
              </w:rPr>
              <w:t xml:space="preserve"> min</w:t>
            </w:r>
          </w:p>
        </w:tc>
        <w:tc>
          <w:tcPr>
            <w:tcW w:w="284" w:type="dxa"/>
          </w:tcPr>
          <w:p w14:paraId="44573747" w14:textId="1C3B40EC" w:rsidR="005F38EA" w:rsidRPr="002A1799" w:rsidRDefault="00B74360" w:rsidP="005F38EA">
            <w:r>
              <w:t>:</w:t>
            </w:r>
          </w:p>
        </w:tc>
        <w:tc>
          <w:tcPr>
            <w:tcW w:w="4961" w:type="dxa"/>
          </w:tcPr>
          <w:p w14:paraId="60F0824C" w14:textId="0F9DFD44" w:rsidR="005F38EA" w:rsidRPr="005F38EA" w:rsidRDefault="00DD3DBF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50-10000 kpa</w:t>
            </w:r>
          </w:p>
        </w:tc>
      </w:tr>
      <w:tr w:rsidR="005F38EA" w:rsidRPr="002A1799" w14:paraId="503651E9" w14:textId="77777777" w:rsidTr="005F38EA">
        <w:tc>
          <w:tcPr>
            <w:tcW w:w="3685" w:type="dxa"/>
          </w:tcPr>
          <w:p w14:paraId="380C39F7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14:paraId="481890E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717C7F8E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14:paraId="1AADC550" w14:textId="77777777" w:rsidTr="005F38EA">
        <w:tc>
          <w:tcPr>
            <w:tcW w:w="3685" w:type="dxa"/>
          </w:tcPr>
          <w:p w14:paraId="4EF1441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14:paraId="18CD13A6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0E77881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14:paraId="132E0583" w14:textId="77777777" w:rsidTr="005F38EA">
        <w:tc>
          <w:tcPr>
            <w:tcW w:w="3685" w:type="dxa"/>
          </w:tcPr>
          <w:p w14:paraId="17773C7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14:paraId="5456A599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1B1BC3AA" w14:textId="540ECFBC" w:rsidR="005F38EA" w:rsidRPr="005F38EA" w:rsidRDefault="006B6AB8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  <w:r w:rsidR="005F38EA" w:rsidRPr="005F38EA">
              <w:rPr>
                <w:rFonts w:ascii="Arial" w:hAnsi="Arial"/>
              </w:rPr>
              <w:t xml:space="preserve"> s</w:t>
            </w:r>
          </w:p>
        </w:tc>
      </w:tr>
      <w:tr w:rsidR="005F38EA" w:rsidRPr="002A1799" w14:paraId="02C834F6" w14:textId="77777777" w:rsidTr="005F38EA">
        <w:tc>
          <w:tcPr>
            <w:tcW w:w="3685" w:type="dxa"/>
          </w:tcPr>
          <w:p w14:paraId="67962145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14:paraId="05873421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2EE78438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55A461F6" w14:textId="77777777" w:rsidR="008D0552" w:rsidRPr="00B64DD5" w:rsidRDefault="00016FF3" w:rsidP="008D0552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E4EF4BC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60F9D06" w14:textId="784B9479" w:rsidR="000C0EB2" w:rsidRDefault="000C0EB2" w:rsidP="000C0EB2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</w:p>
    <w:p w14:paraId="068BD681" w14:textId="1C3A2BBA" w:rsidR="00E80A08" w:rsidRPr="00E80A08" w:rsidRDefault="00E80A08" w:rsidP="00E80A08">
      <w:r>
        <w:rPr>
          <w:noProof/>
        </w:rPr>
        <w:drawing>
          <wp:inline distT="0" distB="0" distL="0" distR="0" wp14:anchorId="7EAC4FB7" wp14:editId="73E7F421">
            <wp:extent cx="2914650" cy="2477569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9262" cy="248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467F10B3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007C905" w14:textId="686EA86B" w:rsidR="00FB49FD" w:rsidRDefault="00FB49FD" w:rsidP="003E3EBE">
            <w:pPr>
              <w:rPr>
                <w:rFonts w:ascii="Arial" w:hAnsi="Arial" w:cs="Arial"/>
                <w:noProof/>
              </w:rPr>
            </w:pPr>
            <w:bookmarkStart w:id="3" w:name="_Hlk37860210"/>
          </w:p>
        </w:tc>
        <w:tc>
          <w:tcPr>
            <w:tcW w:w="3342" w:type="dxa"/>
            <w:vAlign w:val="bottom"/>
          </w:tcPr>
          <w:p w14:paraId="35B7967D" w14:textId="48E449C3" w:rsidR="00FB49FD" w:rsidRDefault="00FB49FD" w:rsidP="007A2316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42" w:type="dxa"/>
            <w:vAlign w:val="bottom"/>
          </w:tcPr>
          <w:p w14:paraId="5F1512CC" w14:textId="1B3B3170" w:rsidR="00FB49FD" w:rsidRDefault="00FB49FD" w:rsidP="007A2316">
            <w:pPr>
              <w:jc w:val="center"/>
              <w:rPr>
                <w:noProof/>
              </w:rPr>
            </w:pPr>
          </w:p>
        </w:tc>
      </w:tr>
      <w:bookmarkEnd w:id="3"/>
    </w:tbl>
    <w:p w14:paraId="13B06EC8" w14:textId="77777777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296BAA1" w14:textId="26BAA6EA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11C35E5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1"/>
      <w:footerReference w:type="default" r:id="rId12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FD5BF" w14:textId="77777777" w:rsidR="001F5446" w:rsidRDefault="001F5446">
      <w:r>
        <w:separator/>
      </w:r>
    </w:p>
  </w:endnote>
  <w:endnote w:type="continuationSeparator" w:id="0">
    <w:p w14:paraId="74E92BE3" w14:textId="77777777" w:rsidR="001F5446" w:rsidRDefault="001F5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15D2885" w14:textId="77777777">
      <w:tc>
        <w:tcPr>
          <w:tcW w:w="3392" w:type="dxa"/>
        </w:tcPr>
        <w:p w14:paraId="2DECB6F5" w14:textId="77777777" w:rsidR="00E43D97" w:rsidRDefault="00E43D97" w:rsidP="00EC05E6">
          <w:pPr>
            <w:pStyle w:val="Voettekst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D339FC8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085A022" w14:textId="77777777" w:rsidR="00E43D97" w:rsidRPr="00292A26" w:rsidRDefault="00E43D97" w:rsidP="00272819">
          <w:pPr>
            <w:pStyle w:val="Voettekst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DE84D01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6AF40" w14:textId="77777777" w:rsidR="001F5446" w:rsidRDefault="001F5446">
      <w:r>
        <w:separator/>
      </w:r>
    </w:p>
  </w:footnote>
  <w:footnote w:type="continuationSeparator" w:id="0">
    <w:p w14:paraId="07A3C252" w14:textId="77777777" w:rsidR="001F5446" w:rsidRDefault="001F5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A0397" w14:textId="0D957395" w:rsidR="00E43D97" w:rsidRPr="004A2DD5" w:rsidRDefault="00E43D97" w:rsidP="00080B0F">
    <w:pPr>
      <w:pStyle w:val="Koptekst"/>
      <w:rPr>
        <w:rFonts w:ascii="Arial" w:hAnsi="Arial"/>
        <w:b/>
        <w:szCs w:val="24"/>
        <w:lang w:val="en-US"/>
      </w:rPr>
    </w:pPr>
    <w:r w:rsidRPr="004A2DD5">
      <w:rPr>
        <w:rFonts w:ascii="Arial" w:hAnsi="Arial"/>
        <w:b/>
        <w:lang w:val="en-US"/>
      </w:rPr>
      <w:t xml:space="preserve">Geberit </w:t>
    </w:r>
    <w:r w:rsidR="00BE57EA" w:rsidRPr="004A2DD5">
      <w:rPr>
        <w:rFonts w:ascii="Arial" w:hAnsi="Arial"/>
        <w:b/>
        <w:lang w:val="en-US"/>
      </w:rPr>
      <w:t xml:space="preserve">AquaClean </w:t>
    </w:r>
    <w:r w:rsidR="00CD4654" w:rsidRPr="004A2DD5">
      <w:rPr>
        <w:rFonts w:ascii="Arial" w:hAnsi="Arial"/>
        <w:b/>
        <w:lang w:val="en-US"/>
      </w:rPr>
      <w:t>Alba</w:t>
    </w:r>
    <w:r w:rsidR="004A2DD5" w:rsidRPr="004A2DD5">
      <w:rPr>
        <w:rFonts w:ascii="Arial" w:hAnsi="Arial"/>
        <w:b/>
        <w:lang w:val="en-US"/>
      </w:rPr>
      <w:t xml:space="preserve"> </w:t>
    </w:r>
    <w:r w:rsidR="00BE57EA" w:rsidRPr="004A2DD5">
      <w:rPr>
        <w:rFonts w:ascii="Arial" w:hAnsi="Arial"/>
        <w:b/>
        <w:lang w:val="en-US"/>
      </w:rPr>
      <w:t>complete</w:t>
    </w:r>
    <w:r w:rsidRPr="004A2DD5">
      <w:rPr>
        <w:rFonts w:ascii="Arial" w:hAnsi="Arial"/>
        <w:b/>
        <w:lang w:val="en-US"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39E799A" wp14:editId="61ABCD5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F89B37" w14:textId="77777777" w:rsidR="00E43D97" w:rsidRPr="004A2DD5" w:rsidRDefault="00BE57EA" w:rsidP="00080B0F">
    <w:pPr>
      <w:pStyle w:val="Koptekst"/>
      <w:rPr>
        <w:rFonts w:ascii="Arial" w:hAnsi="Arial"/>
        <w:b/>
        <w:lang w:val="en-US"/>
      </w:rPr>
    </w:pPr>
    <w:r w:rsidRPr="004A2DD5">
      <w:rPr>
        <w:rFonts w:ascii="Arial" w:hAnsi="Arial"/>
        <w:b/>
        <w:lang w:val="en-US"/>
      </w:rPr>
      <w:t>hang-wc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3747818">
    <w:abstractNumId w:val="16"/>
  </w:num>
  <w:num w:numId="2" w16cid:durableId="1985742066">
    <w:abstractNumId w:val="22"/>
  </w:num>
  <w:num w:numId="3" w16cid:durableId="1599022727">
    <w:abstractNumId w:val="4"/>
  </w:num>
  <w:num w:numId="4" w16cid:durableId="2126607842">
    <w:abstractNumId w:val="3"/>
  </w:num>
  <w:num w:numId="5" w16cid:durableId="1639652050">
    <w:abstractNumId w:val="13"/>
  </w:num>
  <w:num w:numId="6" w16cid:durableId="557665321">
    <w:abstractNumId w:val="15"/>
  </w:num>
  <w:num w:numId="7" w16cid:durableId="785276364">
    <w:abstractNumId w:val="6"/>
  </w:num>
  <w:num w:numId="8" w16cid:durableId="1087265393">
    <w:abstractNumId w:val="19"/>
  </w:num>
  <w:num w:numId="9" w16cid:durableId="2098751342">
    <w:abstractNumId w:val="25"/>
  </w:num>
  <w:num w:numId="10" w16cid:durableId="122581337">
    <w:abstractNumId w:val="2"/>
  </w:num>
  <w:num w:numId="11" w16cid:durableId="419525158">
    <w:abstractNumId w:val="12"/>
  </w:num>
  <w:num w:numId="12" w16cid:durableId="1238055300">
    <w:abstractNumId w:val="11"/>
  </w:num>
  <w:num w:numId="13" w16cid:durableId="887374697">
    <w:abstractNumId w:val="24"/>
  </w:num>
  <w:num w:numId="14" w16cid:durableId="1223523286">
    <w:abstractNumId w:val="7"/>
  </w:num>
  <w:num w:numId="15" w16cid:durableId="654065359">
    <w:abstractNumId w:val="0"/>
  </w:num>
  <w:num w:numId="16" w16cid:durableId="625821504">
    <w:abstractNumId w:val="10"/>
  </w:num>
  <w:num w:numId="17" w16cid:durableId="1186091454">
    <w:abstractNumId w:val="5"/>
  </w:num>
  <w:num w:numId="18" w16cid:durableId="2082556727">
    <w:abstractNumId w:val="20"/>
  </w:num>
  <w:num w:numId="19" w16cid:durableId="680815182">
    <w:abstractNumId w:val="21"/>
  </w:num>
  <w:num w:numId="20" w16cid:durableId="1937863249">
    <w:abstractNumId w:val="18"/>
  </w:num>
  <w:num w:numId="21" w16cid:durableId="476265427">
    <w:abstractNumId w:val="17"/>
  </w:num>
  <w:num w:numId="22" w16cid:durableId="676737743">
    <w:abstractNumId w:val="14"/>
  </w:num>
  <w:num w:numId="23" w16cid:durableId="1697383948">
    <w:abstractNumId w:val="23"/>
  </w:num>
  <w:num w:numId="24" w16cid:durableId="1062603211">
    <w:abstractNumId w:val="8"/>
  </w:num>
  <w:num w:numId="25" w16cid:durableId="752237582">
    <w:abstractNumId w:val="9"/>
  </w:num>
  <w:num w:numId="26" w16cid:durableId="1140271155">
    <w:abstractNumId w:val="1"/>
  </w:num>
  <w:num w:numId="27" w16cid:durableId="105823976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14CF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5D17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36F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446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B63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77F53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DD5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316C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B6AB8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507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2D3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DA0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4360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4654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2AA"/>
    <w:rsid w:val="00DC4317"/>
    <w:rsid w:val="00DC5EDD"/>
    <w:rsid w:val="00DD03C4"/>
    <w:rsid w:val="00DD3DBF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762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08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058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2DC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449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14C28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elraster">
    <w:name w:val="Table Grid"/>
    <w:basedOn w:val="Standaardtabe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7B1B0A-3F9B-4635-BF4A-24EA0519357B}"/>
</file>

<file path=customXml/itemProps2.xml><?xml version="1.0" encoding="utf-8"?>
<ds:datastoreItem xmlns:ds="http://schemas.openxmlformats.org/officeDocument/2006/customXml" ds:itemID="{AE48F13F-7F4A-429C-8A84-90AA5B229E5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B70FD37F-BD9C-4FD5-B75A-B2B71EC2CE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114</TotalTime>
  <Pages>3</Pages>
  <Words>407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40</cp:revision>
  <cp:lastPrinted>2011-12-15T11:32:00Z</cp:lastPrinted>
  <dcterms:created xsi:type="dcterms:W3CDTF">2020-04-29T08:11:00Z</dcterms:created>
  <dcterms:modified xsi:type="dcterms:W3CDTF">2023-12-20T13:07:00Z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